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320A45A9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87072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E7EB3F2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7935B2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95903394"/>
      <w:r w:rsidR="007935B2">
        <w:rPr>
          <w:rFonts w:ascii="Verdana" w:hAnsi="Verdana"/>
          <w:b/>
        </w:rPr>
        <w:t xml:space="preserve">„Údržba, opravy a odstraňování závad </w:t>
      </w:r>
      <w:r w:rsidR="00084DF8">
        <w:rPr>
          <w:rFonts w:ascii="Verdana" w:hAnsi="Verdana"/>
          <w:b/>
        </w:rPr>
        <w:t>u SMT 2022-2025</w:t>
      </w:r>
      <w:bookmarkStart w:id="1" w:name="_GoBack"/>
      <w:bookmarkEnd w:id="1"/>
      <w:r w:rsidR="007935B2">
        <w:rPr>
          <w:rFonts w:ascii="Verdana" w:hAnsi="Verdana"/>
          <w:b/>
        </w:rPr>
        <w:t>“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Pr="007935B2">
        <w:rPr>
          <w:rFonts w:eastAsia="Times New Roman" w:cs="Times New Roman"/>
          <w:lang w:eastAsia="cs-CZ"/>
        </w:rPr>
        <w:t xml:space="preserve">č.j. </w:t>
      </w:r>
      <w:proofErr w:type="spellStart"/>
      <w:r w:rsidR="007935B2">
        <w:rPr>
          <w:rFonts w:eastAsia="Times New Roman" w:cs="Times New Roman"/>
          <w:highlight w:val="yellow"/>
          <w:lang w:eastAsia="cs-CZ"/>
        </w:rPr>
        <w:t>xxxxx</w:t>
      </w:r>
      <w:proofErr w:type="spellEnd"/>
      <w:r w:rsidR="007935B2" w:rsidRPr="007935B2">
        <w:rPr>
          <w:rFonts w:eastAsia="Times New Roman" w:cs="Times New Roman"/>
          <w:lang w:eastAsia="cs-CZ"/>
        </w:rPr>
        <w:t>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254"/>
        <w:gridCol w:w="5432"/>
      </w:tblGrid>
      <w:tr w:rsidR="00AC2CF0" w:rsidRPr="005F0577" w14:paraId="37C60D84" w14:textId="77777777" w:rsidTr="007935B2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12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7935B2">
        <w:trPr>
          <w:cantSplit/>
        </w:trPr>
        <w:tc>
          <w:tcPr>
            <w:tcW w:w="18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12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7935B2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7935B2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6F8ACF5D" w14:textId="77777777" w:rsidR="00F1715C" w:rsidRDefault="007935B2" w:rsidP="00460660">
          <w:pPr>
            <w:pStyle w:val="Zpat"/>
          </w:pPr>
          <w:r>
            <w:t>Oblastní ředitelství Ústí nad Labem</w:t>
          </w:r>
        </w:p>
        <w:p w14:paraId="30F50A15" w14:textId="77777777" w:rsidR="007935B2" w:rsidRDefault="007935B2" w:rsidP="00460660">
          <w:pPr>
            <w:pStyle w:val="Zpat"/>
          </w:pPr>
          <w:r>
            <w:t>Železničářská 1386/31</w:t>
          </w:r>
        </w:p>
        <w:p w14:paraId="59466B9A" w14:textId="6553C50B" w:rsidR="007935B2" w:rsidRDefault="007935B2" w:rsidP="00460660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4DF8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35B2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87072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E541D3-41A9-4664-9373-773EBA0D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5</cp:revision>
  <cp:lastPrinted>2017-11-28T17:18:00Z</cp:lastPrinted>
  <dcterms:created xsi:type="dcterms:W3CDTF">2022-01-17T07:20:00Z</dcterms:created>
  <dcterms:modified xsi:type="dcterms:W3CDTF">2022-08-01T05:48:00Z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